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70EEA421" w:rsidR="004E36AD" w:rsidRPr="002974AF" w:rsidRDefault="004E36AD" w:rsidP="00690137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bookmarkStart w:id="0" w:name="Number"/>
      <w:r w:rsidRPr="002974AF">
        <w:rPr>
          <w:rStyle w:val="Strong"/>
          <w:rFonts w:asciiTheme="minorHAnsi" w:hAnsiTheme="minorHAnsi" w:cstheme="minorHAnsi"/>
          <w:lang w:val="en-GB"/>
        </w:rPr>
        <w:t>RF</w:t>
      </w:r>
      <w:r w:rsidR="009C728C" w:rsidRPr="002974AF">
        <w:rPr>
          <w:rStyle w:val="Strong"/>
          <w:rFonts w:asciiTheme="minorHAnsi" w:hAnsiTheme="minorHAnsi" w:cstheme="minorHAnsi"/>
          <w:lang w:val="en-GB"/>
        </w:rPr>
        <w:t>Q</w:t>
      </w:r>
      <w:r w:rsidRPr="002974AF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3E4526">
        <w:rPr>
          <w:rStyle w:val="Strong"/>
          <w:rFonts w:asciiTheme="minorHAnsi" w:hAnsiTheme="minorHAnsi" w:cstheme="minorHAnsi"/>
          <w:lang w:val="en-GB"/>
        </w:rPr>
        <w:t>22-SS007-22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2341F237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D34909">
        <w:rPr>
          <w:rFonts w:ascii="Calibri" w:hAnsi="Calibri" w:cs="Calibri"/>
          <w:highlight w:val="yellow"/>
        </w:rPr>
        <w:t xml:space="preserve">posted on the </w:t>
      </w:r>
      <w:r w:rsidR="005F75C1">
        <w:rPr>
          <w:rFonts w:ascii="Calibri" w:hAnsi="Calibri" w:cs="Calibri"/>
          <w:highlight w:val="yellow"/>
        </w:rPr>
        <w:t>Kiribati Public Procurement Web</w:t>
      </w:r>
      <w:r w:rsidRPr="00D34909">
        <w:rPr>
          <w:rFonts w:ascii="Calibri" w:hAnsi="Calibri" w:cs="Calibri"/>
          <w:highlight w:val="yellow"/>
        </w:rPr>
        <w:t xml:space="preserve"> </w:t>
      </w:r>
      <w:r w:rsidR="00D80D8E">
        <w:rPr>
          <w:rFonts w:ascii="Calibri" w:hAnsi="Calibri" w:cs="Calibri"/>
          <w:highlight w:val="yellow"/>
        </w:rPr>
        <w:t>Portal</w:t>
      </w:r>
      <w:r w:rsidRPr="00D34909">
        <w:rPr>
          <w:rFonts w:ascii="Calibri" w:hAnsi="Calibri" w:cs="Calibri"/>
          <w:highlight w:val="yellow"/>
        </w:rPr>
        <w:t xml:space="preserve"> (</w:t>
      </w:r>
      <w:hyperlink r:id="rId11" w:history="1">
        <w:r w:rsidR="000F25FC">
          <w:rPr>
            <w:rStyle w:val="Hyperlink"/>
          </w:rPr>
          <w:t>Tender List | Central Procurement Unit</w:t>
        </w:r>
      </w:hyperlink>
      <w:r w:rsidRPr="00D34909">
        <w:rPr>
          <w:rFonts w:ascii="Calibri" w:hAnsi="Calibri" w:cs="Calibri"/>
          <w:highlight w:val="yellow"/>
        </w:rPr>
        <w:t xml:space="preserve">) </w:t>
      </w:r>
      <w:r w:rsidRPr="00D34909">
        <w:rPr>
          <w:rFonts w:ascii="Calibri" w:hAnsi="Calibri" w:cs="Calibri"/>
          <w:highlight w:val="yellow"/>
          <w:u w:val="single"/>
        </w:rPr>
        <w:t>or</w:t>
      </w:r>
      <w:r w:rsidRPr="00D34909">
        <w:rPr>
          <w:rFonts w:ascii="Calibri" w:hAnsi="Calibri" w:cs="Calibri"/>
          <w:highlight w:val="yellow"/>
        </w:rPr>
        <w:t xml:space="preserve"> sent </w:t>
      </w:r>
      <w:r>
        <w:rPr>
          <w:rFonts w:ascii="Calibri" w:hAnsi="Calibri" w:cs="Calibri"/>
          <w:highlight w:val="yellow"/>
        </w:rPr>
        <w:t xml:space="preserve">directly </w:t>
      </w:r>
      <w:r w:rsidR="00690137" w:rsidRPr="00D34909">
        <w:rPr>
          <w:rFonts w:ascii="Calibri" w:hAnsi="Calibri" w:cs="Calibri"/>
          <w:highlight w:val="yellow"/>
        </w:rPr>
        <w:t xml:space="preserve">to </w:t>
      </w:r>
      <w:r w:rsidRPr="00D34909">
        <w:rPr>
          <w:rFonts w:ascii="Calibri" w:hAnsi="Calibri" w:cs="Calibri"/>
          <w:highlight w:val="yellow"/>
        </w:rPr>
        <w:t xml:space="preserve">Tenderers who have </w:t>
      </w:r>
      <w:r>
        <w:rPr>
          <w:rFonts w:ascii="Calibri" w:hAnsi="Calibri" w:cs="Calibri"/>
          <w:highlight w:val="yellow"/>
        </w:rPr>
        <w:t>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5F75C1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350DAD" w:rsidRPr="00A33618" w14:paraId="70F483D8" w14:textId="77777777" w:rsidTr="00375AC5">
        <w:tc>
          <w:tcPr>
            <w:tcW w:w="4673" w:type="dxa"/>
            <w:shd w:val="clear" w:color="auto" w:fill="auto"/>
          </w:tcPr>
          <w:p w14:paraId="6E19D40F" w14:textId="77777777" w:rsidR="00350DAD" w:rsidRPr="00A33618" w:rsidRDefault="00350DAD" w:rsidP="00375AC5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6FE92DB2" w14:textId="77777777" w:rsidR="00350DAD" w:rsidRPr="00A33618" w:rsidRDefault="00350DAD" w:rsidP="00375AC5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5F8AF561" w14:textId="77777777" w:rsidR="00350DAD" w:rsidRPr="00A33618" w:rsidRDefault="00350DAD" w:rsidP="00375AC5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350DAD" w:rsidRPr="00A33618" w14:paraId="6F927721" w14:textId="77777777" w:rsidTr="00375AC5">
        <w:tc>
          <w:tcPr>
            <w:tcW w:w="4673" w:type="dxa"/>
            <w:shd w:val="clear" w:color="auto" w:fill="auto"/>
          </w:tcPr>
          <w:p w14:paraId="6F72EE1A" w14:textId="77777777" w:rsidR="00350DAD" w:rsidRPr="00B0293A" w:rsidRDefault="00350DAD" w:rsidP="00375AC5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2725465F" w14:textId="77777777" w:rsidR="00350DAD" w:rsidRPr="00690137" w:rsidRDefault="00350DAD" w:rsidP="00375AC5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</w:tcPr>
          <w:p w14:paraId="5C0965C7" w14:textId="77777777" w:rsidR="00350DAD" w:rsidRPr="00532E97" w:rsidRDefault="00350DAD" w:rsidP="00375AC5">
            <w:pPr>
              <w:rPr>
                <w:rFonts w:ascii="Calibri" w:hAnsi="Calibri"/>
                <w:szCs w:val="20"/>
              </w:rPr>
            </w:pPr>
            <w:r>
              <w:t>07/12</w:t>
            </w:r>
            <w:r w:rsidRPr="007B5E4D">
              <w:t>/22</w:t>
            </w:r>
          </w:p>
        </w:tc>
      </w:tr>
      <w:tr w:rsidR="00350DAD" w:rsidRPr="00A33618" w14:paraId="69D55C63" w14:textId="77777777" w:rsidTr="00375AC5">
        <w:tc>
          <w:tcPr>
            <w:tcW w:w="4673" w:type="dxa"/>
            <w:shd w:val="clear" w:color="auto" w:fill="auto"/>
          </w:tcPr>
          <w:p w14:paraId="60F12625" w14:textId="77777777" w:rsidR="00350DAD" w:rsidRPr="00B0293A" w:rsidRDefault="00350DAD" w:rsidP="00375AC5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Pre-bid meeting</w:t>
            </w:r>
          </w:p>
        </w:tc>
        <w:tc>
          <w:tcPr>
            <w:tcW w:w="2268" w:type="dxa"/>
            <w:shd w:val="clear" w:color="auto" w:fill="auto"/>
          </w:tcPr>
          <w:p w14:paraId="1E514EB5" w14:textId="77777777" w:rsidR="00350DAD" w:rsidRPr="00690137" w:rsidRDefault="00350DAD" w:rsidP="00375AC5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</w:p>
        </w:tc>
        <w:tc>
          <w:tcPr>
            <w:tcW w:w="2192" w:type="dxa"/>
            <w:shd w:val="clear" w:color="auto" w:fill="auto"/>
          </w:tcPr>
          <w:p w14:paraId="3045337F" w14:textId="77777777" w:rsidR="00350DAD" w:rsidRDefault="00350DAD" w:rsidP="00375AC5">
            <w:pPr>
              <w:rPr>
                <w:rFonts w:ascii="Calibri" w:hAnsi="Calibri"/>
                <w:szCs w:val="20"/>
                <w:highlight w:val="yellow"/>
              </w:rPr>
            </w:pPr>
            <w:r>
              <w:t>12</w:t>
            </w:r>
            <w:r w:rsidRPr="007B5E4D">
              <w:t>/12/2022</w:t>
            </w:r>
          </w:p>
        </w:tc>
      </w:tr>
      <w:tr w:rsidR="00350DAD" w:rsidRPr="00A33618" w14:paraId="177E42D0" w14:textId="77777777" w:rsidTr="00375AC5">
        <w:tc>
          <w:tcPr>
            <w:tcW w:w="4673" w:type="dxa"/>
            <w:shd w:val="clear" w:color="auto" w:fill="auto"/>
          </w:tcPr>
          <w:p w14:paraId="39462638" w14:textId="77777777" w:rsidR="00350DAD" w:rsidRPr="00B0293A" w:rsidRDefault="00350DAD" w:rsidP="00375AC5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53350D88" w14:textId="77777777" w:rsidR="00350DAD" w:rsidRPr="00690137" w:rsidRDefault="00350DAD" w:rsidP="00375AC5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</w:tcPr>
          <w:p w14:paraId="3554F66B" w14:textId="77777777" w:rsidR="00350DAD" w:rsidRPr="00B0293A" w:rsidRDefault="00350DAD" w:rsidP="00375AC5">
            <w:pPr>
              <w:rPr>
                <w:rFonts w:ascii="Calibri" w:hAnsi="Calibri"/>
                <w:szCs w:val="20"/>
                <w:highlight w:val="yellow"/>
              </w:rPr>
            </w:pPr>
            <w:r>
              <w:t>16</w:t>
            </w:r>
            <w:r w:rsidRPr="007B5E4D">
              <w:t>/12/2022 (16:00)</w:t>
            </w:r>
          </w:p>
        </w:tc>
      </w:tr>
      <w:tr w:rsidR="00350DAD" w:rsidRPr="00A33618" w14:paraId="55C7EB9D" w14:textId="77777777" w:rsidTr="00375AC5">
        <w:tc>
          <w:tcPr>
            <w:tcW w:w="4673" w:type="dxa"/>
            <w:shd w:val="clear" w:color="auto" w:fill="auto"/>
          </w:tcPr>
          <w:p w14:paraId="61D5D42B" w14:textId="77777777" w:rsidR="00350DAD" w:rsidRPr="00B0293A" w:rsidRDefault="00350DAD" w:rsidP="00375AC5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63394EB6" w14:textId="77777777" w:rsidR="00350DAD" w:rsidRPr="00690137" w:rsidRDefault="00350DAD" w:rsidP="00375AC5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</w:tcPr>
          <w:p w14:paraId="288D74D6" w14:textId="77777777" w:rsidR="00350DAD" w:rsidRPr="00532E97" w:rsidRDefault="00350DAD" w:rsidP="00375AC5">
            <w:pPr>
              <w:rPr>
                <w:rFonts w:ascii="Calibri" w:hAnsi="Calibri"/>
                <w:szCs w:val="20"/>
              </w:rPr>
            </w:pPr>
            <w:r>
              <w:t>19</w:t>
            </w:r>
            <w:r w:rsidRPr="007B5E4D">
              <w:t>/12/2022</w:t>
            </w:r>
          </w:p>
        </w:tc>
      </w:tr>
      <w:tr w:rsidR="00350DAD" w:rsidRPr="00A33618" w14:paraId="6E7D0918" w14:textId="77777777" w:rsidTr="00375AC5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71A6D6E0" w14:textId="77777777" w:rsidR="00350DAD" w:rsidRPr="00B0293A" w:rsidRDefault="00350DAD" w:rsidP="00375AC5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288E3E58" w14:textId="77777777" w:rsidR="00350DAD" w:rsidRPr="00690137" w:rsidRDefault="00350DAD" w:rsidP="00375AC5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</w:tcPr>
          <w:p w14:paraId="73FA9041" w14:textId="77777777" w:rsidR="00350DAD" w:rsidRPr="00B0293A" w:rsidRDefault="00350DAD" w:rsidP="00375AC5">
            <w:pPr>
              <w:rPr>
                <w:rFonts w:ascii="Calibri" w:hAnsi="Calibri"/>
                <w:szCs w:val="20"/>
                <w:highlight w:val="yellow"/>
              </w:rPr>
            </w:pPr>
            <w:r w:rsidRPr="007B5E4D">
              <w:t xml:space="preserve"> </w:t>
            </w:r>
            <w:r>
              <w:t>02</w:t>
            </w:r>
            <w:r w:rsidRPr="007B5E4D">
              <w:t>/</w:t>
            </w:r>
            <w:r>
              <w:t>01</w:t>
            </w:r>
            <w:r w:rsidRPr="007B5E4D">
              <w:t>/202</w:t>
            </w:r>
            <w:r>
              <w:t>3</w:t>
            </w:r>
            <w:r w:rsidRPr="007B5E4D">
              <w:t xml:space="preserve"> (16:00)</w:t>
            </w:r>
          </w:p>
        </w:tc>
      </w:tr>
      <w:tr w:rsidR="00350DAD" w:rsidRPr="00A33618" w14:paraId="2C4D16F9" w14:textId="77777777" w:rsidTr="00375AC5">
        <w:tc>
          <w:tcPr>
            <w:tcW w:w="4673" w:type="dxa"/>
            <w:shd w:val="clear" w:color="auto" w:fill="auto"/>
          </w:tcPr>
          <w:p w14:paraId="4DD2C4BF" w14:textId="77777777" w:rsidR="00350DAD" w:rsidRPr="00B0293A" w:rsidRDefault="00350DAD" w:rsidP="00375AC5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9D2A3F0" w14:textId="77777777" w:rsidR="00350DAD" w:rsidRPr="00690137" w:rsidRDefault="00350DAD" w:rsidP="00375AC5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</w:tcPr>
          <w:p w14:paraId="10E7EBC8" w14:textId="77777777" w:rsidR="00350DAD" w:rsidRPr="00532E97" w:rsidRDefault="00350DAD" w:rsidP="00375AC5">
            <w:pPr>
              <w:rPr>
                <w:rFonts w:ascii="Calibri" w:hAnsi="Calibri"/>
                <w:szCs w:val="20"/>
              </w:rPr>
            </w:pPr>
            <w:r>
              <w:t>03/01/2023</w:t>
            </w:r>
          </w:p>
        </w:tc>
      </w:tr>
      <w:tr w:rsidR="00350DAD" w:rsidRPr="00A33618" w14:paraId="0739FFC3" w14:textId="77777777" w:rsidTr="00375AC5">
        <w:tc>
          <w:tcPr>
            <w:tcW w:w="4673" w:type="dxa"/>
            <w:shd w:val="clear" w:color="auto" w:fill="auto"/>
          </w:tcPr>
          <w:p w14:paraId="24771498" w14:textId="77777777" w:rsidR="00350DAD" w:rsidRPr="00B0293A" w:rsidRDefault="00350DAD" w:rsidP="00375AC5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75DBF4C" w14:textId="77777777" w:rsidR="00350DAD" w:rsidRPr="00690137" w:rsidRDefault="00350DAD" w:rsidP="00375AC5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</w:tcPr>
          <w:p w14:paraId="3280834D" w14:textId="77777777" w:rsidR="00350DAD" w:rsidRPr="00532E97" w:rsidRDefault="00350DAD" w:rsidP="00375AC5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</w:rPr>
              <w:t>04/01/2023</w:t>
            </w:r>
          </w:p>
        </w:tc>
      </w:tr>
      <w:tr w:rsidR="00350DAD" w:rsidRPr="00A33618" w14:paraId="520B4903" w14:textId="77777777" w:rsidTr="00375AC5">
        <w:tc>
          <w:tcPr>
            <w:tcW w:w="4673" w:type="dxa"/>
            <w:shd w:val="clear" w:color="auto" w:fill="auto"/>
          </w:tcPr>
          <w:p w14:paraId="571586B3" w14:textId="77777777" w:rsidR="00350DAD" w:rsidRPr="00B0293A" w:rsidRDefault="00350DAD" w:rsidP="00375AC5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6FDD56F8" w14:textId="77777777" w:rsidR="00350DAD" w:rsidRPr="00690137" w:rsidRDefault="00350DAD" w:rsidP="00375AC5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</w:tcPr>
          <w:p w14:paraId="195E4F0C" w14:textId="77777777" w:rsidR="00350DAD" w:rsidRPr="00532E97" w:rsidRDefault="00350DAD" w:rsidP="00375AC5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</w:rPr>
              <w:t>18/01/2023</w:t>
            </w:r>
          </w:p>
        </w:tc>
      </w:tr>
      <w:tr w:rsidR="00350DAD" w:rsidRPr="00A33618" w14:paraId="1CA5EEA2" w14:textId="77777777" w:rsidTr="00375AC5">
        <w:tc>
          <w:tcPr>
            <w:tcW w:w="4673" w:type="dxa"/>
            <w:shd w:val="clear" w:color="auto" w:fill="auto"/>
          </w:tcPr>
          <w:p w14:paraId="15FCE723" w14:textId="77777777" w:rsidR="00350DAD" w:rsidRPr="00B0293A" w:rsidRDefault="00350DAD" w:rsidP="00375AC5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223BE489" w14:textId="77777777" w:rsidR="00350DAD" w:rsidRPr="00690137" w:rsidRDefault="00350DAD" w:rsidP="00375AC5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</w:tcPr>
          <w:p w14:paraId="6EBB25CC" w14:textId="77777777" w:rsidR="00350DAD" w:rsidRPr="00532E97" w:rsidRDefault="00350DAD" w:rsidP="00375AC5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</w:rPr>
              <w:t>19/01/2023</w:t>
            </w:r>
          </w:p>
        </w:tc>
      </w:tr>
      <w:tr w:rsidR="00350DAD" w:rsidRPr="00A33618" w14:paraId="3F16515F" w14:textId="77777777" w:rsidTr="00375AC5">
        <w:tc>
          <w:tcPr>
            <w:tcW w:w="4673" w:type="dxa"/>
            <w:shd w:val="clear" w:color="auto" w:fill="auto"/>
          </w:tcPr>
          <w:p w14:paraId="24C08981" w14:textId="77777777" w:rsidR="00350DAD" w:rsidRPr="00B0293A" w:rsidRDefault="00350DAD" w:rsidP="00375AC5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0967ECBD" w14:textId="77777777" w:rsidR="00350DAD" w:rsidRPr="00690137" w:rsidRDefault="00350DAD" w:rsidP="00375AC5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</w:tcPr>
          <w:p w14:paraId="72F1BE16" w14:textId="77777777" w:rsidR="00350DAD" w:rsidRPr="00532E97" w:rsidRDefault="00350DAD" w:rsidP="00375AC5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</w:rPr>
              <w:t>20/01/2023</w:t>
            </w:r>
          </w:p>
        </w:tc>
      </w:tr>
    </w:tbl>
    <w:p w14:paraId="6D252130" w14:textId="3B94A3F3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563DC2A0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2974AF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1CC91" w14:textId="77777777" w:rsidR="00622464" w:rsidRDefault="00622464">
      <w:r>
        <w:separator/>
      </w:r>
    </w:p>
  </w:endnote>
  <w:endnote w:type="continuationSeparator" w:id="0">
    <w:p w14:paraId="66B91DE9" w14:textId="77777777" w:rsidR="00622464" w:rsidRDefault="00622464">
      <w:r>
        <w:continuationSeparator/>
      </w:r>
    </w:p>
  </w:endnote>
  <w:endnote w:type="continuationNotice" w:id="1">
    <w:p w14:paraId="0B3AB2B8" w14:textId="77777777" w:rsidR="00622464" w:rsidRDefault="006224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Arial Unicode MS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433AFD" w:rsidRPr="00433AFD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433AFD" w:rsidRPr="00433AFD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08FD3D50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350DAD">
      <w:rPr>
        <w:noProof/>
      </w:rPr>
      <w:t>2022-12-07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61B18" w14:textId="77777777" w:rsidR="00622464" w:rsidRDefault="00622464">
      <w:r>
        <w:separator/>
      </w:r>
    </w:p>
  </w:footnote>
  <w:footnote w:type="continuationSeparator" w:id="0">
    <w:p w14:paraId="2A6B38EE" w14:textId="77777777" w:rsidR="00622464" w:rsidRDefault="00622464">
      <w:r>
        <w:continuationSeparator/>
      </w:r>
    </w:p>
  </w:footnote>
  <w:footnote w:type="continuationNotice" w:id="1">
    <w:p w14:paraId="6A0BB35B" w14:textId="77777777" w:rsidR="00622464" w:rsidRDefault="0062246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08C561A1" w:rsidR="00133D55" w:rsidRPr="00141577" w:rsidRDefault="002974AF" w:rsidP="002974AF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690137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Pr="002974AF">
      <w:rPr>
        <w:rStyle w:val="Strong"/>
        <w:rFonts w:asciiTheme="minorHAnsi" w:hAnsiTheme="minorHAnsi" w:cstheme="minorHAnsi"/>
        <w:lang w:val="en-GB"/>
      </w:rPr>
      <w:t>RFQ-</w:t>
    </w:r>
    <w:r>
      <w:rPr>
        <w:rStyle w:val="Strong"/>
        <w:rFonts w:asciiTheme="minorHAnsi" w:hAnsiTheme="minorHAnsi" w:cstheme="minorHAnsi"/>
        <w:lang w:val="en-GB"/>
      </w:rPr>
      <w:t>M</w:t>
    </w:r>
    <w:r w:rsidR="00882FCB">
      <w:rPr>
        <w:rStyle w:val="Strong"/>
        <w:rFonts w:asciiTheme="minorHAnsi" w:hAnsiTheme="minorHAnsi" w:cstheme="minorHAnsi"/>
        <w:lang w:val="en-GB"/>
      </w:rPr>
      <w:t>HMS</w:t>
    </w:r>
    <w:r w:rsidRPr="002974AF">
      <w:rPr>
        <w:rStyle w:val="Strong"/>
        <w:rFonts w:asciiTheme="minorHAnsi" w:hAnsiTheme="minorHAnsi" w:cstheme="minorHAnsi"/>
        <w:lang w:val="en-GB"/>
      </w:rPr>
      <w:t>-2</w:t>
    </w:r>
    <w:r w:rsidR="00882FCB">
      <w:rPr>
        <w:rStyle w:val="Strong"/>
        <w:rFonts w:asciiTheme="minorHAnsi" w:hAnsiTheme="minorHAnsi" w:cstheme="minorHAnsi"/>
        <w:lang w:val="en-GB"/>
      </w:rPr>
      <w:t>20</w:t>
    </w:r>
    <w:r w:rsidR="00C02E62">
      <w:rPr>
        <w:rStyle w:val="Strong"/>
        <w:rFonts w:asciiTheme="minorHAnsi" w:hAnsiTheme="minorHAnsi" w:cstheme="minorHAnsi"/>
        <w:lang w:val="en-GB"/>
      </w:rPr>
      <w:t>2</w:t>
    </w:r>
    <w:r w:rsidR="00882FCB">
      <w:rPr>
        <w:rStyle w:val="Strong"/>
        <w:rFonts w:asciiTheme="minorHAnsi" w:hAnsiTheme="minorHAnsi" w:cstheme="minorHAnsi"/>
        <w:lang w:val="en-GB"/>
      </w:rPr>
      <w:t>-2201-235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746323">
    <w:abstractNumId w:val="1"/>
  </w:num>
  <w:num w:numId="2" w16cid:durableId="441999024">
    <w:abstractNumId w:val="10"/>
  </w:num>
  <w:num w:numId="3" w16cid:durableId="544684529">
    <w:abstractNumId w:val="11"/>
  </w:num>
  <w:num w:numId="4" w16cid:durableId="332493371">
    <w:abstractNumId w:val="4"/>
  </w:num>
  <w:num w:numId="5" w16cid:durableId="2065641903">
    <w:abstractNumId w:val="3"/>
  </w:num>
  <w:num w:numId="6" w16cid:durableId="351273353">
    <w:abstractNumId w:val="7"/>
  </w:num>
  <w:num w:numId="7" w16cid:durableId="448738929">
    <w:abstractNumId w:val="5"/>
  </w:num>
  <w:num w:numId="8" w16cid:durableId="1620261384">
    <w:abstractNumId w:val="9"/>
  </w:num>
  <w:num w:numId="9" w16cid:durableId="1542786924">
    <w:abstractNumId w:val="0"/>
  </w:num>
  <w:num w:numId="10" w16cid:durableId="427164847">
    <w:abstractNumId w:val="8"/>
  </w:num>
  <w:num w:numId="11" w16cid:durableId="1117795433">
    <w:abstractNumId w:val="2"/>
  </w:num>
  <w:num w:numId="12" w16cid:durableId="1770926438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11F1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55D4A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45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5FC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A77F8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564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011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4AF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0DAD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4526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C6B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AFD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4E04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361E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4E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1AB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75C1"/>
    <w:rsid w:val="00601BCE"/>
    <w:rsid w:val="00601F98"/>
    <w:rsid w:val="006021ED"/>
    <w:rsid w:val="006024A3"/>
    <w:rsid w:val="00602BF6"/>
    <w:rsid w:val="00603A2E"/>
    <w:rsid w:val="00603D19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11C4"/>
    <w:rsid w:val="00622464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0137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909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399A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1EF1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99"/>
    <w:rsid w:val="008642F9"/>
    <w:rsid w:val="00865FBB"/>
    <w:rsid w:val="00866B31"/>
    <w:rsid w:val="00870FFA"/>
    <w:rsid w:val="00874EE7"/>
    <w:rsid w:val="0087507D"/>
    <w:rsid w:val="00875973"/>
    <w:rsid w:val="0087702E"/>
    <w:rsid w:val="0087719B"/>
    <w:rsid w:val="00882101"/>
    <w:rsid w:val="008822E0"/>
    <w:rsid w:val="00882FCB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6E51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961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8AC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1531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1E6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2FC0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2E62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450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2600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5763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333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3707B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6D1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?page=1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81CC32-08A8-4C85-BDD9-E5A9F187B2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7</TotalTime>
  <Pages>2</Pages>
  <Words>205</Words>
  <Characters>1169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1372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Ruteta Tetabo</cp:lastModifiedBy>
  <cp:revision>4</cp:revision>
  <cp:lastPrinted>2013-10-18T08:32:00Z</cp:lastPrinted>
  <dcterms:created xsi:type="dcterms:W3CDTF">2022-11-28T04:01:00Z</dcterms:created>
  <dcterms:modified xsi:type="dcterms:W3CDTF">2022-12-06T22:17:00Z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